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836C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D94F5E" w:rsidRPr="00B836C8">
        <w:rPr>
          <w:rFonts w:ascii="Corbel" w:hAnsi="Corbel"/>
          <w:b/>
          <w:smallCaps/>
          <w:sz w:val="24"/>
          <w:szCs w:val="24"/>
        </w:rPr>
        <w:t>202</w:t>
      </w:r>
      <w:r w:rsidR="000E3AA7">
        <w:rPr>
          <w:rFonts w:ascii="Corbel" w:hAnsi="Corbel"/>
          <w:b/>
          <w:smallCaps/>
          <w:sz w:val="24"/>
          <w:szCs w:val="24"/>
        </w:rPr>
        <w:t>2</w:t>
      </w:r>
      <w:r w:rsidR="00D94F5E" w:rsidRPr="00B836C8">
        <w:rPr>
          <w:rFonts w:ascii="Corbel" w:hAnsi="Corbel"/>
          <w:b/>
          <w:smallCaps/>
          <w:sz w:val="24"/>
          <w:szCs w:val="24"/>
        </w:rPr>
        <w:t>-202</w:t>
      </w:r>
      <w:r w:rsidR="000E3AA7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</w:t>
      </w:r>
      <w:r w:rsidR="000E3AA7">
        <w:rPr>
          <w:rFonts w:ascii="Corbel" w:hAnsi="Corbel"/>
          <w:b/>
          <w:sz w:val="24"/>
          <w:szCs w:val="24"/>
        </w:rPr>
        <w:t>4</w:t>
      </w:r>
      <w:r w:rsidR="00BE271D" w:rsidRPr="00B836C8">
        <w:rPr>
          <w:rFonts w:ascii="Corbel" w:hAnsi="Corbel"/>
          <w:b/>
          <w:sz w:val="24"/>
          <w:szCs w:val="24"/>
        </w:rPr>
        <w:t>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  <w:r w:rsidR="000E3AA7">
        <w:rPr>
          <w:rFonts w:ascii="Corbel" w:hAnsi="Corbel"/>
          <w:b/>
          <w:sz w:val="24"/>
          <w:szCs w:val="24"/>
        </w:rPr>
        <w:t>5</w:t>
      </w:r>
    </w:p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836C8" w:rsidTr="00B819C8">
        <w:tc>
          <w:tcPr>
            <w:tcW w:w="2694" w:type="dxa"/>
            <w:vAlign w:val="center"/>
          </w:tcPr>
          <w:p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836C8" w:rsidRDefault="00BE271D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271D" w:rsidRPr="00B836C8" w:rsidRDefault="00573D3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BE271D" w:rsidRPr="00B836C8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B836C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836C8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Wykł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Konw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Sem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Prakt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836C8" w:rsidTr="00745302">
        <w:tc>
          <w:tcPr>
            <w:tcW w:w="9670" w:type="dxa"/>
          </w:tcPr>
          <w:p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Zapoznanie się z psychologicznymi aspektami rehabilitacji osób z </w:t>
            </w: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836C8" w:rsidTr="008D14B9">
        <w:tc>
          <w:tcPr>
            <w:tcW w:w="1681" w:type="dxa"/>
            <w:vAlign w:val="center"/>
          </w:tcPr>
          <w:p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:rsidTr="008D14B9">
        <w:tc>
          <w:tcPr>
            <w:tcW w:w="1681" w:type="dxa"/>
            <w:vAlign w:val="center"/>
          </w:tcPr>
          <w:p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836C8" w:rsidTr="001066D9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Praca z osobami z częściowymi lub całościowymi zaburzeniami świadomości</w:t>
            </w:r>
          </w:p>
        </w:tc>
      </w:tr>
    </w:tbl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836C8" w:rsidTr="00A117BD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Główne problemy osób z niepełnosprawnością i poszukiwanie rozwiązań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informowania o niepełnosprawności. Nawiązywanie kontaktu. Problemy etyczne w pracy z osobami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Rozwijanie procesów orientacyjno-poznawczych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836C8" w:rsidTr="00BC587C">
        <w:tc>
          <w:tcPr>
            <w:tcW w:w="1962" w:type="dxa"/>
            <w:vAlign w:val="center"/>
          </w:tcPr>
          <w:p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</w:p>
        </w:tc>
        <w:tc>
          <w:tcPr>
            <w:tcW w:w="2117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836C8" w:rsidTr="00923D7D">
        <w:tc>
          <w:tcPr>
            <w:tcW w:w="9670" w:type="dxa"/>
          </w:tcPr>
          <w:p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-obecność  i aktywność na zajęciach</w:t>
            </w:r>
          </w:p>
          <w:p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:rsidR="0085747A" w:rsidRPr="00B836C8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836C8" w:rsidTr="003E1941">
        <w:tc>
          <w:tcPr>
            <w:tcW w:w="4962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36C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36C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:rsidTr="00923D7D">
        <w:tc>
          <w:tcPr>
            <w:tcW w:w="4962" w:type="dxa"/>
          </w:tcPr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36C8" w:rsidTr="00923D7D">
        <w:tc>
          <w:tcPr>
            <w:tcW w:w="4962" w:type="dxa"/>
          </w:tcPr>
          <w:p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36C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2"/>
      </w:tblGrid>
      <w:tr w:rsidR="0085747A" w:rsidRPr="00B836C8" w:rsidTr="00573DDE">
        <w:trPr>
          <w:trHeight w:val="397"/>
        </w:trPr>
        <w:tc>
          <w:tcPr>
            <w:tcW w:w="9752" w:type="dxa"/>
          </w:tcPr>
          <w:p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D6AB3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Kowalik S.,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Stosowana psychologia rehabilitacji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Scholar, Warszawa 2018.</w:t>
            </w:r>
          </w:p>
          <w:p w:rsidR="00C44398" w:rsidRPr="00B836C8" w:rsidRDefault="00FD6AB3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. W: Cz.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Czabała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S. Kluczyńska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</w:tc>
      </w:tr>
      <w:tr w:rsidR="0085747A" w:rsidRPr="00B836C8" w:rsidTr="00573DDE">
        <w:trPr>
          <w:trHeight w:val="397"/>
        </w:trPr>
        <w:tc>
          <w:tcPr>
            <w:tcW w:w="9752" w:type="dxa"/>
          </w:tcPr>
          <w:p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Błeszyński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, Wydaw. Harmonia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Universalis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Gdańsk 2013.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Gulla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Majewicz, P. (2015).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[w:] J.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:rsidR="00C44398" w:rsidRPr="00B836C8" w:rsidRDefault="00C44398" w:rsidP="00BE271D">
            <w:pPr>
              <w:pStyle w:val="HTML-wstpniesformatowany"/>
              <w:numPr>
                <w:ilvl w:val="0"/>
                <w:numId w:val="4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Prigatano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Seniów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Herzyk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A., Daniluk B. (red.), Neuropsychologiczne konsekwencje urazów głowy, Wyd. UMCS, Lublin 2003.</w:t>
            </w:r>
          </w:p>
          <w:p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CC7" w:rsidRDefault="00E34CC7" w:rsidP="00C16ABF">
      <w:pPr>
        <w:spacing w:after="0" w:line="240" w:lineRule="auto"/>
      </w:pPr>
      <w:r>
        <w:separator/>
      </w:r>
    </w:p>
  </w:endnote>
  <w:endnote w:type="continuationSeparator" w:id="0">
    <w:p w:rsidR="00E34CC7" w:rsidRDefault="00E34C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CC7" w:rsidRDefault="00E34CC7" w:rsidP="00C16ABF">
      <w:pPr>
        <w:spacing w:after="0" w:line="240" w:lineRule="auto"/>
      </w:pPr>
      <w:r>
        <w:separator/>
      </w:r>
    </w:p>
  </w:footnote>
  <w:footnote w:type="continuationSeparator" w:id="0">
    <w:p w:rsidR="00E34CC7" w:rsidRDefault="00E34C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D5"/>
    <w:rsid w:val="00070ED6"/>
    <w:rsid w:val="000742DC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E3AA7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70D2"/>
    <w:rsid w:val="001D657B"/>
    <w:rsid w:val="001D7B54"/>
    <w:rsid w:val="001E0209"/>
    <w:rsid w:val="001F2CA2"/>
    <w:rsid w:val="002144C0"/>
    <w:rsid w:val="0022477D"/>
    <w:rsid w:val="00225F8B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E84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14E3C"/>
    <w:rsid w:val="00420CC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50496F"/>
    <w:rsid w:val="005054FD"/>
    <w:rsid w:val="00513B6F"/>
    <w:rsid w:val="00517C63"/>
    <w:rsid w:val="005363C4"/>
    <w:rsid w:val="00536BDE"/>
    <w:rsid w:val="00543ACC"/>
    <w:rsid w:val="0056696D"/>
    <w:rsid w:val="00573D3C"/>
    <w:rsid w:val="00573DDE"/>
    <w:rsid w:val="0059484D"/>
    <w:rsid w:val="005A0855"/>
    <w:rsid w:val="005A0FA7"/>
    <w:rsid w:val="005A3196"/>
    <w:rsid w:val="005C080F"/>
    <w:rsid w:val="005C55E5"/>
    <w:rsid w:val="005C696A"/>
    <w:rsid w:val="005D5AD4"/>
    <w:rsid w:val="005E6E85"/>
    <w:rsid w:val="005F31D2"/>
    <w:rsid w:val="0061029B"/>
    <w:rsid w:val="00617230"/>
    <w:rsid w:val="00621CE1"/>
    <w:rsid w:val="00627FC9"/>
    <w:rsid w:val="0064593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C8"/>
    <w:rsid w:val="00B90885"/>
    <w:rsid w:val="00BA6B8E"/>
    <w:rsid w:val="00BB520A"/>
    <w:rsid w:val="00BC587C"/>
    <w:rsid w:val="00BD0F06"/>
    <w:rsid w:val="00BD3869"/>
    <w:rsid w:val="00BD66E9"/>
    <w:rsid w:val="00BD6FF4"/>
    <w:rsid w:val="00BE271D"/>
    <w:rsid w:val="00BF2C41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F5E"/>
    <w:rsid w:val="00DA2114"/>
    <w:rsid w:val="00DE09C0"/>
    <w:rsid w:val="00DE4A14"/>
    <w:rsid w:val="00DF320D"/>
    <w:rsid w:val="00DF71C8"/>
    <w:rsid w:val="00E053AF"/>
    <w:rsid w:val="00E10EC0"/>
    <w:rsid w:val="00E129B8"/>
    <w:rsid w:val="00E1496A"/>
    <w:rsid w:val="00E21E7D"/>
    <w:rsid w:val="00E22FBC"/>
    <w:rsid w:val="00E24BF5"/>
    <w:rsid w:val="00E25338"/>
    <w:rsid w:val="00E34CC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DB0"/>
    <w:rsid w:val="00EC4899"/>
    <w:rsid w:val="00ED03AB"/>
    <w:rsid w:val="00ED32D2"/>
    <w:rsid w:val="00EE32DE"/>
    <w:rsid w:val="00EE5457"/>
    <w:rsid w:val="00F070AB"/>
    <w:rsid w:val="00F12AFD"/>
    <w:rsid w:val="00F17567"/>
    <w:rsid w:val="00F2703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4933-48AD-4FC1-B796-5D484B7A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2020-02-03T07:49:00Z</dcterms:created>
  <dcterms:modified xsi:type="dcterms:W3CDTF">2022-09-07T18:59:00Z</dcterms:modified>
</cp:coreProperties>
</file>